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6D" w:rsidRPr="00A07BDC" w:rsidRDefault="00C4596D" w:rsidP="007D3D58">
      <w:pPr>
        <w:ind w:left="4860"/>
      </w:pPr>
      <w:r w:rsidRPr="00A07BDC">
        <w:t>УТВЕРЖДАЮ</w:t>
      </w:r>
    </w:p>
    <w:p w:rsidR="00C4596D" w:rsidRPr="00A07BDC" w:rsidRDefault="00C4596D" w:rsidP="007D3D58">
      <w:pPr>
        <w:ind w:left="4860"/>
      </w:pPr>
      <w:r w:rsidRPr="00A07BDC">
        <w:t>Волховский городской прокурор</w:t>
      </w:r>
    </w:p>
    <w:p w:rsidR="00C4596D" w:rsidRPr="00A07BDC" w:rsidRDefault="00C4596D" w:rsidP="007D3D58">
      <w:pPr>
        <w:ind w:left="4860"/>
      </w:pPr>
      <w:r w:rsidRPr="00A07BDC">
        <w:t>старший советник юстиции</w:t>
      </w:r>
    </w:p>
    <w:p w:rsidR="00C4596D" w:rsidRPr="00A07BDC" w:rsidRDefault="00C4596D" w:rsidP="007D3D58">
      <w:pPr>
        <w:ind w:left="4860"/>
      </w:pPr>
      <w:r w:rsidRPr="00A07BDC">
        <w:t>_______________В.В. Исаковский</w:t>
      </w:r>
    </w:p>
    <w:p w:rsidR="00C4596D" w:rsidRPr="00A07BDC" w:rsidRDefault="00C4596D" w:rsidP="007D3D58">
      <w:pPr>
        <w:ind w:left="4860"/>
      </w:pPr>
      <w:r w:rsidRPr="00A07BDC">
        <w:t xml:space="preserve">          </w:t>
      </w:r>
      <w:r>
        <w:t>ноябрь</w:t>
      </w:r>
      <w:r w:rsidRPr="00A07BDC"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A07BDC">
          <w:t>2018 г</w:t>
        </w:r>
      </w:smartTag>
      <w:r w:rsidRPr="00A07BDC">
        <w:t>.</w:t>
      </w:r>
    </w:p>
    <w:p w:rsidR="00C4596D" w:rsidRPr="002D7294" w:rsidRDefault="00C4596D" w:rsidP="00C4798C">
      <w:pPr>
        <w:rPr>
          <w:sz w:val="26"/>
          <w:szCs w:val="26"/>
        </w:rPr>
      </w:pPr>
    </w:p>
    <w:p w:rsidR="00C4596D" w:rsidRPr="002D7294" w:rsidRDefault="00C4596D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C4596D" w:rsidRDefault="00C4596D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C4596D" w:rsidRDefault="00C4596D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C4596D" w:rsidRPr="002D7294" w:rsidRDefault="00C4596D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C4596D" w:rsidRPr="002D7294" w:rsidRDefault="00C4596D" w:rsidP="00C479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C4596D" w:rsidRDefault="00C4596D" w:rsidP="005B7AAE">
      <w:pPr>
        <w:ind w:firstLine="709"/>
        <w:jc w:val="both"/>
      </w:pPr>
      <w:r>
        <w:t>Волховской</w:t>
      </w:r>
      <w:r w:rsidRPr="00BB739D">
        <w:t xml:space="preserve"> городской прокуратурой </w:t>
      </w:r>
      <w:r>
        <w:t xml:space="preserve">в октябре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. по обращению гражданина </w:t>
      </w:r>
      <w:r w:rsidRPr="00BB739D">
        <w:t xml:space="preserve">проведена проверка исполнения федерального законодательства </w:t>
      </w:r>
      <w:r>
        <w:t>в части организации и проведения капитального ремонта общего имущества в многоквартирных домах №№ 17, 19 по ул. Советская и №№ 7, 9 по пр. Волховский в с. Старая Ладога Волховского района Ленинградской области.</w:t>
      </w:r>
    </w:p>
    <w:p w:rsidR="00C4596D" w:rsidRDefault="00C4596D" w:rsidP="005B7AAE">
      <w:pPr>
        <w:ind w:firstLine="709"/>
        <w:jc w:val="both"/>
      </w:pPr>
      <w:r>
        <w:t xml:space="preserve">Установлено, что в сентябре </w:t>
      </w:r>
      <w:smartTag w:uri="urn:schemas-microsoft-com:office:smarttags" w:element="metricconverter">
        <w:smartTagPr>
          <w:attr w:name="ProductID" w:val="2018 г"/>
        </w:smartTagPr>
        <w:r>
          <w:t>2016 г</w:t>
        </w:r>
      </w:smartTag>
      <w:r>
        <w:t xml:space="preserve">. и в сентябре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>. по результатам обследований конструкций балконов управляющей компанией ООО «Управляющая компания по жилищно-коммунальному хозяйству Волховского муниципального района Ленинградской области» было выявлено, что дальнейшая эксплуатация без проведения капитального ремонта опасна для жизни и здоровья проживающих граждан в указанных многоквартирных домах.</w:t>
      </w:r>
    </w:p>
    <w:p w:rsidR="00C4596D" w:rsidRDefault="00C4596D" w:rsidP="005B7AAE">
      <w:pPr>
        <w:ind w:firstLine="709"/>
        <w:jc w:val="both"/>
      </w:pPr>
      <w:r>
        <w:t xml:space="preserve"> Однако, до настоящего времени указанные многоквартирные дома не включены в краткосрочный план реализации программы капитального ремонта, поскольку администрацией</w:t>
      </w:r>
      <w:r w:rsidRPr="002A3BA5">
        <w:t xml:space="preserve"> </w:t>
      </w:r>
      <w:r>
        <w:t xml:space="preserve">МО Староладожское сельское поселение не приняты меры по установлению необходимости проведения капитального ремонта общего имущества в указанных многоквартирных домах, в том числе проведения технического обследования несущих и  ограждающих  конструкций балконов и козырьков многоквартирных домов специализированной организацией. </w:t>
      </w:r>
    </w:p>
    <w:p w:rsidR="00C4596D" w:rsidRDefault="00C4596D" w:rsidP="009E51BB">
      <w:pPr>
        <w:ind w:firstLine="709"/>
        <w:jc w:val="both"/>
      </w:pPr>
      <w:r>
        <w:t>По данному факту Волховским городским прокурором главе администрации МО Староладожское сельское поселение внесено представление, которое рассмотрено и удовлетворено, 1 лицо привлечено к дисциплинарной ответственности, проведено техническое обследование конструкций балконов, готовятся документы</w:t>
      </w:r>
      <w:r w:rsidRPr="009E51BB">
        <w:t xml:space="preserve"> </w:t>
      </w:r>
      <w:r>
        <w:t>для включения многоквартирных домов в краткосрочный план реализации программы капитального ремонта.</w:t>
      </w:r>
    </w:p>
    <w:p w:rsidR="00C4596D" w:rsidRDefault="00C4596D" w:rsidP="00CA337B">
      <w:pPr>
        <w:spacing w:line="240" w:lineRule="exact"/>
        <w:jc w:val="both"/>
      </w:pPr>
    </w:p>
    <w:p w:rsidR="00C4596D" w:rsidRDefault="00C4596D" w:rsidP="00CA337B">
      <w:pPr>
        <w:spacing w:line="240" w:lineRule="exact"/>
        <w:jc w:val="both"/>
      </w:pPr>
      <w:r w:rsidRPr="00D8267B">
        <w:t xml:space="preserve">Помощник </w:t>
      </w:r>
      <w:r>
        <w:t xml:space="preserve">городского </w:t>
      </w:r>
      <w:r w:rsidRPr="00D8267B">
        <w:t xml:space="preserve">прокурора   </w:t>
      </w:r>
    </w:p>
    <w:p w:rsidR="00C4596D" w:rsidRDefault="00C4596D" w:rsidP="00CA337B">
      <w:pPr>
        <w:spacing w:line="240" w:lineRule="exact"/>
        <w:jc w:val="both"/>
      </w:pPr>
    </w:p>
    <w:p w:rsidR="00C4596D" w:rsidRPr="00D8267B" w:rsidRDefault="00C4596D" w:rsidP="00CA337B">
      <w:pPr>
        <w:spacing w:line="240" w:lineRule="exact"/>
        <w:jc w:val="both"/>
      </w:pPr>
      <w:r>
        <w:t>юрист 3 класса</w:t>
      </w:r>
      <w:r w:rsidRPr="00D8267B">
        <w:t xml:space="preserve">                                  </w:t>
      </w:r>
      <w:r>
        <w:t xml:space="preserve">                           </w:t>
      </w:r>
      <w:r w:rsidRPr="00D8267B">
        <w:t xml:space="preserve"> </w:t>
      </w:r>
      <w:r>
        <w:t xml:space="preserve">                      </w:t>
      </w:r>
      <w:r w:rsidRPr="00D8267B">
        <w:t>Н.Г.Левченко</w:t>
      </w:r>
    </w:p>
    <w:p w:rsidR="00C4596D" w:rsidRDefault="00C4596D" w:rsidP="00CA337B">
      <w:pPr>
        <w:spacing w:line="240" w:lineRule="exact"/>
        <w:jc w:val="both"/>
      </w:pPr>
    </w:p>
    <w:p w:rsidR="00C4596D" w:rsidRPr="00D8267B" w:rsidRDefault="00C4596D" w:rsidP="00CA337B">
      <w:pPr>
        <w:spacing w:line="240" w:lineRule="exact"/>
        <w:jc w:val="both"/>
      </w:pPr>
      <w:r>
        <w:t>23.11</w:t>
      </w:r>
      <w:r w:rsidRPr="00D8267B">
        <w:t>.2018</w:t>
      </w:r>
    </w:p>
    <w:p w:rsidR="00C4596D" w:rsidRPr="002D7294" w:rsidRDefault="00C4596D" w:rsidP="00CA337B">
      <w:pPr>
        <w:spacing w:line="240" w:lineRule="exact"/>
        <w:jc w:val="both"/>
        <w:rPr>
          <w:sz w:val="26"/>
          <w:szCs w:val="26"/>
        </w:rPr>
      </w:pPr>
    </w:p>
    <w:p w:rsidR="00C4596D" w:rsidRPr="002D7294" w:rsidRDefault="00C4596D" w:rsidP="009C69D6">
      <w:pPr>
        <w:jc w:val="both"/>
        <w:rPr>
          <w:sz w:val="26"/>
          <w:szCs w:val="26"/>
        </w:rPr>
      </w:pPr>
    </w:p>
    <w:sectPr w:rsidR="00C4596D" w:rsidRPr="002D7294" w:rsidSect="002D7294">
      <w:pgSz w:w="11906" w:h="16838"/>
      <w:pgMar w:top="1134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597"/>
    <w:rsid w:val="0004763C"/>
    <w:rsid w:val="00053CD7"/>
    <w:rsid w:val="00067761"/>
    <w:rsid w:val="00081C76"/>
    <w:rsid w:val="00085689"/>
    <w:rsid w:val="000A20C1"/>
    <w:rsid w:val="000F4428"/>
    <w:rsid w:val="00107A36"/>
    <w:rsid w:val="001118FB"/>
    <w:rsid w:val="00115BEC"/>
    <w:rsid w:val="00115F9C"/>
    <w:rsid w:val="00117F14"/>
    <w:rsid w:val="00123370"/>
    <w:rsid w:val="00127288"/>
    <w:rsid w:val="00141142"/>
    <w:rsid w:val="0015418C"/>
    <w:rsid w:val="00163776"/>
    <w:rsid w:val="001640F7"/>
    <w:rsid w:val="00170DCE"/>
    <w:rsid w:val="00177B0B"/>
    <w:rsid w:val="00192FBD"/>
    <w:rsid w:val="001B42DA"/>
    <w:rsid w:val="001C3FDA"/>
    <w:rsid w:val="001C4604"/>
    <w:rsid w:val="001E39CA"/>
    <w:rsid w:val="001E3E77"/>
    <w:rsid w:val="002066BC"/>
    <w:rsid w:val="00207D46"/>
    <w:rsid w:val="00264A23"/>
    <w:rsid w:val="00274B0A"/>
    <w:rsid w:val="0028120B"/>
    <w:rsid w:val="002845FF"/>
    <w:rsid w:val="002951DD"/>
    <w:rsid w:val="002A3BA5"/>
    <w:rsid w:val="002B2B62"/>
    <w:rsid w:val="002B2BAC"/>
    <w:rsid w:val="002C4902"/>
    <w:rsid w:val="002D2BC7"/>
    <w:rsid w:val="002D7294"/>
    <w:rsid w:val="002E5C2F"/>
    <w:rsid w:val="00300EF0"/>
    <w:rsid w:val="00336B6D"/>
    <w:rsid w:val="00342703"/>
    <w:rsid w:val="00345E31"/>
    <w:rsid w:val="0034701E"/>
    <w:rsid w:val="003616C2"/>
    <w:rsid w:val="003A0C6E"/>
    <w:rsid w:val="003B463A"/>
    <w:rsid w:val="003E290B"/>
    <w:rsid w:val="003E2E76"/>
    <w:rsid w:val="003F3539"/>
    <w:rsid w:val="00432AAD"/>
    <w:rsid w:val="00452546"/>
    <w:rsid w:val="0047027D"/>
    <w:rsid w:val="00484BFB"/>
    <w:rsid w:val="00487EC3"/>
    <w:rsid w:val="00496F44"/>
    <w:rsid w:val="004B520D"/>
    <w:rsid w:val="004B7EFF"/>
    <w:rsid w:val="004C1759"/>
    <w:rsid w:val="004D5F4B"/>
    <w:rsid w:val="00504796"/>
    <w:rsid w:val="00515FBF"/>
    <w:rsid w:val="005251B6"/>
    <w:rsid w:val="00531B55"/>
    <w:rsid w:val="00536823"/>
    <w:rsid w:val="00543592"/>
    <w:rsid w:val="00570465"/>
    <w:rsid w:val="005A5C93"/>
    <w:rsid w:val="005B7AAE"/>
    <w:rsid w:val="005D56A9"/>
    <w:rsid w:val="005E2EFB"/>
    <w:rsid w:val="005E5DAE"/>
    <w:rsid w:val="005E6C1D"/>
    <w:rsid w:val="005F61C3"/>
    <w:rsid w:val="00624F65"/>
    <w:rsid w:val="00651195"/>
    <w:rsid w:val="00652E6A"/>
    <w:rsid w:val="00660B02"/>
    <w:rsid w:val="00666428"/>
    <w:rsid w:val="00695CAF"/>
    <w:rsid w:val="006A7B55"/>
    <w:rsid w:val="006C36C6"/>
    <w:rsid w:val="006C73A9"/>
    <w:rsid w:val="006D3357"/>
    <w:rsid w:val="00736E71"/>
    <w:rsid w:val="00756EA9"/>
    <w:rsid w:val="0075739B"/>
    <w:rsid w:val="00763952"/>
    <w:rsid w:val="00766F92"/>
    <w:rsid w:val="007952C4"/>
    <w:rsid w:val="00796570"/>
    <w:rsid w:val="007A2C76"/>
    <w:rsid w:val="007A3B1A"/>
    <w:rsid w:val="007A3F80"/>
    <w:rsid w:val="007A4B1B"/>
    <w:rsid w:val="007A78A0"/>
    <w:rsid w:val="007C28C4"/>
    <w:rsid w:val="007D3D58"/>
    <w:rsid w:val="007D57EE"/>
    <w:rsid w:val="00807A00"/>
    <w:rsid w:val="00832B1F"/>
    <w:rsid w:val="00834B40"/>
    <w:rsid w:val="00855285"/>
    <w:rsid w:val="0085605E"/>
    <w:rsid w:val="00897690"/>
    <w:rsid w:val="008979AD"/>
    <w:rsid w:val="008A49ED"/>
    <w:rsid w:val="008B45EB"/>
    <w:rsid w:val="008B61A5"/>
    <w:rsid w:val="008E55CE"/>
    <w:rsid w:val="00907AE9"/>
    <w:rsid w:val="009239C4"/>
    <w:rsid w:val="00927D4A"/>
    <w:rsid w:val="00933045"/>
    <w:rsid w:val="00952A56"/>
    <w:rsid w:val="009B2E01"/>
    <w:rsid w:val="009B574B"/>
    <w:rsid w:val="009C402A"/>
    <w:rsid w:val="009C69D6"/>
    <w:rsid w:val="009E51BB"/>
    <w:rsid w:val="009F217B"/>
    <w:rsid w:val="00A07BDC"/>
    <w:rsid w:val="00A12DEC"/>
    <w:rsid w:val="00A30318"/>
    <w:rsid w:val="00A4188C"/>
    <w:rsid w:val="00A5161C"/>
    <w:rsid w:val="00A57843"/>
    <w:rsid w:val="00A73F14"/>
    <w:rsid w:val="00A82E49"/>
    <w:rsid w:val="00AB28F1"/>
    <w:rsid w:val="00AB6038"/>
    <w:rsid w:val="00AC79ED"/>
    <w:rsid w:val="00AE0303"/>
    <w:rsid w:val="00B06366"/>
    <w:rsid w:val="00B10D47"/>
    <w:rsid w:val="00B259AE"/>
    <w:rsid w:val="00B36783"/>
    <w:rsid w:val="00B54DCA"/>
    <w:rsid w:val="00B64908"/>
    <w:rsid w:val="00B85861"/>
    <w:rsid w:val="00B85F5D"/>
    <w:rsid w:val="00B94E02"/>
    <w:rsid w:val="00BA536E"/>
    <w:rsid w:val="00BB739D"/>
    <w:rsid w:val="00BC06FA"/>
    <w:rsid w:val="00BE151B"/>
    <w:rsid w:val="00BE7448"/>
    <w:rsid w:val="00C20D34"/>
    <w:rsid w:val="00C24F53"/>
    <w:rsid w:val="00C32900"/>
    <w:rsid w:val="00C34FE5"/>
    <w:rsid w:val="00C35CFF"/>
    <w:rsid w:val="00C458A5"/>
    <w:rsid w:val="00C4596D"/>
    <w:rsid w:val="00C4798C"/>
    <w:rsid w:val="00C56A05"/>
    <w:rsid w:val="00C93BDA"/>
    <w:rsid w:val="00C95EAD"/>
    <w:rsid w:val="00CA337B"/>
    <w:rsid w:val="00CA4366"/>
    <w:rsid w:val="00CB629C"/>
    <w:rsid w:val="00CC2A2C"/>
    <w:rsid w:val="00CD3BD6"/>
    <w:rsid w:val="00D0698B"/>
    <w:rsid w:val="00D06CBB"/>
    <w:rsid w:val="00D13DC2"/>
    <w:rsid w:val="00D20256"/>
    <w:rsid w:val="00D2053B"/>
    <w:rsid w:val="00D268D8"/>
    <w:rsid w:val="00D26B4C"/>
    <w:rsid w:val="00D32357"/>
    <w:rsid w:val="00D334E6"/>
    <w:rsid w:val="00D3522C"/>
    <w:rsid w:val="00D574E1"/>
    <w:rsid w:val="00D57D75"/>
    <w:rsid w:val="00D8267B"/>
    <w:rsid w:val="00D90A57"/>
    <w:rsid w:val="00DB247E"/>
    <w:rsid w:val="00DB5468"/>
    <w:rsid w:val="00DC5B04"/>
    <w:rsid w:val="00DD762A"/>
    <w:rsid w:val="00E02D93"/>
    <w:rsid w:val="00E17561"/>
    <w:rsid w:val="00E407C6"/>
    <w:rsid w:val="00E55EEB"/>
    <w:rsid w:val="00E72277"/>
    <w:rsid w:val="00E846D9"/>
    <w:rsid w:val="00E873E6"/>
    <w:rsid w:val="00E87691"/>
    <w:rsid w:val="00E90800"/>
    <w:rsid w:val="00EA00BF"/>
    <w:rsid w:val="00EB43B5"/>
    <w:rsid w:val="00EB6D5D"/>
    <w:rsid w:val="00F11FC6"/>
    <w:rsid w:val="00F22636"/>
    <w:rsid w:val="00F249E9"/>
    <w:rsid w:val="00F25280"/>
    <w:rsid w:val="00F3184D"/>
    <w:rsid w:val="00F72733"/>
    <w:rsid w:val="00F82B74"/>
    <w:rsid w:val="00F90AC6"/>
    <w:rsid w:val="00F95572"/>
    <w:rsid w:val="00FB0890"/>
    <w:rsid w:val="00FB3767"/>
    <w:rsid w:val="00FE4C22"/>
    <w:rsid w:val="00FF3884"/>
    <w:rsid w:val="00FF3B28"/>
    <w:rsid w:val="00FF4180"/>
    <w:rsid w:val="00FF5FC6"/>
    <w:rsid w:val="00FF696A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3BD6"/>
    <w:pPr>
      <w:widowControl w:val="0"/>
      <w:autoSpaceDE w:val="0"/>
      <w:autoSpaceDN w:val="0"/>
      <w:adjustRightInd w:val="0"/>
      <w:ind w:firstLine="709"/>
      <w:jc w:val="both"/>
    </w:pPr>
    <w:rPr>
      <w:color w:val="aut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D3BD6"/>
    <w:rPr>
      <w:rFonts w:eastAsia="Times New Roman"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659</TotalTime>
  <Pages>1</Pages>
  <Words>287</Words>
  <Characters>1642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48</cp:revision>
  <cp:lastPrinted>2018-11-23T05:50:00Z</cp:lastPrinted>
  <dcterms:created xsi:type="dcterms:W3CDTF">2016-03-04T06:46:00Z</dcterms:created>
  <dcterms:modified xsi:type="dcterms:W3CDTF">2018-11-23T05:50:00Z</dcterms:modified>
</cp:coreProperties>
</file>